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6F" w:rsidRDefault="00C30715">
      <w:r>
        <w:rPr>
          <w:noProof/>
        </w:rPr>
        <w:pict>
          <v:rect id="_x0000_s1033" style="position:absolute;margin-left:45.05pt;margin-top:-245.75pt;width:609.7pt;height:62.65pt;z-index:251661824" strokecolor="white [3212]">
            <v:textbox>
              <w:txbxContent>
                <w:p w:rsidR="00840EB3" w:rsidRPr="00840EB3" w:rsidRDefault="00840EB3" w:rsidP="005559F0">
                  <w:pPr>
                    <w:ind w:left="3600"/>
                  </w:pPr>
                  <w:r>
                    <w:rPr>
                      <w:rFonts w:ascii="Blackadder ITC" w:hAnsi="Blackadder ITC"/>
                      <w:b/>
                      <w:sz w:val="72"/>
                      <w:szCs w:val="72"/>
                    </w:rPr>
                    <w:t>Physics and Chemistry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01.15pt;margin-top:-359.8pt;width:502.15pt;height:61.7pt;z-index:251660800" strokecolor="white [3212]">
            <v:textbox>
              <w:txbxContent>
                <w:p w:rsidR="00840EB3" w:rsidRPr="00840EB3" w:rsidRDefault="00840EB3" w:rsidP="00840EB3">
                  <w:pPr>
                    <w:ind w:left="2160"/>
                    <w:rPr>
                      <w:rFonts w:ascii="Blackadder ITC" w:hAnsi="Blackadder ITC"/>
                      <w:b/>
                      <w:sz w:val="72"/>
                      <w:szCs w:val="72"/>
                    </w:rPr>
                  </w:pPr>
                  <w:r>
                    <w:rPr>
                      <w:rFonts w:ascii="Blackadder ITC" w:hAnsi="Blackadder ITC"/>
                      <w:b/>
                      <w:sz w:val="72"/>
                      <w:szCs w:val="72"/>
                    </w:rPr>
                    <w:t xml:space="preserve">    </w:t>
                  </w:r>
                  <w:r w:rsidRPr="00840EB3">
                    <w:rPr>
                      <w:rFonts w:ascii="Blackadder ITC" w:hAnsi="Blackadder ITC"/>
                      <w:b/>
                      <w:sz w:val="72"/>
                      <w:szCs w:val="72"/>
                    </w:rPr>
                    <w:t>Abigail B. Pacatang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7.6pt;margin-top:444.6pt;width:129.15pt;height:73.8pt;z-index:251659776" o:allowincell="f" filled="f" stroked="f">
            <v:textbox>
              <w:txbxContent>
                <w:p w:rsidR="00FE5B6F" w:rsidRDefault="0071520F">
                  <w:r>
                    <w:rPr>
                      <w:noProof/>
                    </w:rPr>
                    <w:drawing>
                      <wp:inline distT="0" distB="0" distL="0" distR="0">
                        <wp:extent cx="1449070" cy="843280"/>
                        <wp:effectExtent l="19050" t="0" r="0" b="0"/>
                        <wp:docPr id="1" name="Picture 1" descr="\\Edmin2a\development\Developers\pestrada\EDUCATION.WORLD\CERTIFICATE_TEMPLATES\wormy\New Folder\worm_sup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Edmin2a\development\Developers\pestrada\EDUCATION.WORLD\CERTIFICATE_TEMPLATES\wormy\New Folder\worm_sup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070" cy="843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0" type="#_x0000_t202" style="position:absolute;margin-left:0;margin-top:0;width:734.4pt;height:554.4pt;z-index:251655680;mso-wrap-style:none" o:allowincell="f" filled="f" stroked="f">
            <v:textbox style="mso-fit-shape-to-text:t" inset="0,0,0,0">
              <w:txbxContent>
                <w:p w:rsidR="00FE5B6F" w:rsidRDefault="0084594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131935" cy="7006590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31935" cy="70065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sectPr w:rsidR="00FE5B6F" w:rsidSect="00FE5B6F">
      <w:pgSz w:w="15840" w:h="12240" w:orient="landscape" w:code="1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/>
  <w:rsids>
    <w:rsidRoot w:val="003A6E41"/>
    <w:rsid w:val="003A6E41"/>
    <w:rsid w:val="005559F0"/>
    <w:rsid w:val="00580601"/>
    <w:rsid w:val="0071520F"/>
    <w:rsid w:val="007F71AF"/>
    <w:rsid w:val="00840EB3"/>
    <w:rsid w:val="0084594F"/>
    <w:rsid w:val="00BE64DA"/>
    <w:rsid w:val="00C30715"/>
    <w:rsid w:val="00FE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B6F"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FE5B6F"/>
    <w:pPr>
      <w:keepNext/>
      <w:outlineLvl w:val="0"/>
    </w:pPr>
    <w:rPr>
      <w:rFonts w:ascii="Times" w:hAnsi="Times" w:cs="Times New Roman"/>
      <w:b/>
      <w:bCs/>
      <w:sz w:val="30"/>
      <w:szCs w:val="30"/>
    </w:rPr>
  </w:style>
  <w:style w:type="paragraph" w:styleId="Heading2">
    <w:name w:val="heading 2"/>
    <w:basedOn w:val="Normal"/>
    <w:next w:val="Normal"/>
    <w:qFormat/>
    <w:rsid w:val="00FE5B6F"/>
    <w:pPr>
      <w:keepNext/>
      <w:outlineLvl w:val="1"/>
    </w:pPr>
    <w:rPr>
      <w:rFonts w:ascii="Times" w:hAnsi="Times" w:cs="Times New Roman"/>
      <w:b/>
      <w:bCs/>
      <w:i/>
      <w:iCs/>
      <w:sz w:val="40"/>
      <w:szCs w:val="40"/>
    </w:rPr>
  </w:style>
  <w:style w:type="paragraph" w:styleId="Heading3">
    <w:name w:val="heading 3"/>
    <w:basedOn w:val="Normal"/>
    <w:next w:val="Normal"/>
    <w:qFormat/>
    <w:rsid w:val="00FE5B6F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94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4594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igail\AppData\Roaming\Microsoft\Templates\EdWorld_SuperStudentCe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572E194-3145-43F2-A3D7-4BB454AD7D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EdWorld_SuperStudentCert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Links>
    <vt:vector size="12" baseType="variant">
      <vt:variant>
        <vt:i4>5177415</vt:i4>
      </vt:variant>
      <vt:variant>
        <vt:i4>1048</vt:i4>
      </vt:variant>
      <vt:variant>
        <vt:i4>1025</vt:i4>
      </vt:variant>
      <vt:variant>
        <vt:i4>1</vt:i4>
      </vt:variant>
      <vt:variant>
        <vt:lpwstr>\\Edmin2a\development\Developers\pestrada\EDUCATION.WORLD\CERTIFICATE_TEMPLATES\wormy\New Folder\worm_super.gif</vt:lpwstr>
      </vt:variant>
      <vt:variant>
        <vt:lpwstr/>
      </vt:variant>
      <vt:variant>
        <vt:i4>196726</vt:i4>
      </vt:variant>
      <vt:variant>
        <vt:i4>1103</vt:i4>
      </vt:variant>
      <vt:variant>
        <vt:i4>1026</vt:i4>
      </vt:variant>
      <vt:variant>
        <vt:i4>1</vt:i4>
      </vt:variant>
      <vt:variant>
        <vt:lpwstr>\\Edmin2a\development\Developers\pestrada\EDUCATION.WORLD\CERTIFICATE_TEMPLATES\frames_titles\cert_super_student.gif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</dc:creator>
  <cp:lastModifiedBy>Abigail</cp:lastModifiedBy>
  <cp:revision>2</cp:revision>
  <dcterms:created xsi:type="dcterms:W3CDTF">2012-10-03T08:12:00Z</dcterms:created>
  <dcterms:modified xsi:type="dcterms:W3CDTF">2012-10-03T08:12:00Z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TC018857779991</vt:lpwstr>
  </property>
</Properties>
</file>